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4749EC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Sixth Grade Math</w:t>
      </w:r>
      <w:r w:rsidR="00C310CF">
        <w:rPr>
          <w:rFonts w:ascii="Times New Roman" w:hAnsi="Times New Roman"/>
          <w:b/>
        </w:rPr>
        <w:t xml:space="preserve"> </w:t>
      </w:r>
      <w:r w:rsidR="00A61DF1">
        <w:rPr>
          <w:rFonts w:ascii="Times New Roman" w:hAnsi="Times New Roman"/>
          <w:b/>
        </w:rPr>
        <w:t>Lesson Plan</w:t>
      </w:r>
    </w:p>
    <w:p w:rsidR="00A61DF1" w:rsidRDefault="004749EC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 1 - Day 1</w:t>
      </w:r>
      <w:r w:rsidR="000E5B5A">
        <w:rPr>
          <w:rFonts w:ascii="Times New Roman" w:hAnsi="Times New Roman"/>
          <w:b/>
        </w:rPr>
        <w:t>-2</w:t>
      </w:r>
      <w:r w:rsidR="0062411D">
        <w:rPr>
          <w:rFonts w:ascii="Times New Roman" w:hAnsi="Times New Roman"/>
          <w:b/>
        </w:rPr>
        <w:t xml:space="preserve"> </w:t>
      </w:r>
    </w:p>
    <w:p w:rsidR="0062411D" w:rsidRDefault="0062411D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August 28</w:t>
      </w:r>
      <w:r w:rsidRPr="0062411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>-29</w:t>
      </w:r>
      <w:r w:rsidRPr="0062411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59A7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A61DF1" w:rsidRDefault="00C94B9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What are variables?</w:t>
            </w:r>
          </w:p>
          <w:p w:rsidR="00C94B94" w:rsidRDefault="00C94B9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can we generate equivalent expressions?</w:t>
            </w:r>
          </w:p>
          <w:p w:rsidR="00A164AB" w:rsidRPr="005841A6" w:rsidRDefault="00A164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759A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59A7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 </w:t>
            </w:r>
          </w:p>
          <w:p w:rsidR="00D759A7" w:rsidRPr="005841A6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DOK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4B94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Write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(understand-2)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and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Evaluate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(apply-3)</w:t>
            </w:r>
          </w:p>
          <w:p w:rsidR="00D759A7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(DOK1)</w:t>
            </w:r>
          </w:p>
        </w:tc>
      </w:tr>
      <w:tr w:rsidR="00D759A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59A7" w:rsidRPr="005841A6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59A7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6.EE.1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Write and evaluate numerical expressions involving whole-number exponents.</w:t>
            </w:r>
          </w:p>
        </w:tc>
      </w:tr>
      <w:tr w:rsidR="00A61DF1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A61DF1" w:rsidRPr="00ED129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64AB" w:rsidRPr="00A164AB" w:rsidRDefault="00A164AB" w:rsidP="00A164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164AB">
              <w:rPr>
                <w:rFonts w:cstheme="minorHAnsi"/>
                <w:sz w:val="24"/>
                <w:szCs w:val="24"/>
              </w:rPr>
              <w:t xml:space="preserve">I can explain the meaning of a number raised to a power. </w:t>
            </w:r>
          </w:p>
          <w:p w:rsidR="00A164AB" w:rsidRPr="00A164AB" w:rsidRDefault="00A164AB" w:rsidP="00A164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164AB">
              <w:rPr>
                <w:rFonts w:cstheme="minorHAnsi"/>
                <w:sz w:val="24"/>
                <w:szCs w:val="24"/>
              </w:rPr>
              <w:t>I can write numerical expressions involving whole-number exponents.</w:t>
            </w:r>
          </w:p>
          <w:p w:rsidR="00A61DF1" w:rsidRPr="00A164AB" w:rsidRDefault="00A164AB" w:rsidP="00A164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164AB">
              <w:rPr>
                <w:rFonts w:cstheme="minorHAnsi"/>
                <w:sz w:val="24"/>
                <w:szCs w:val="24"/>
              </w:rPr>
              <w:t>I can evaluate numerical expressions involving whole-number exponents.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64AB" w:rsidRPr="00D759A7" w:rsidRDefault="00A164AB" w:rsidP="00D759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9A7">
              <w:rPr>
                <w:rFonts w:cstheme="minorHAnsi"/>
                <w:sz w:val="24"/>
                <w:szCs w:val="24"/>
              </w:rPr>
              <w:t>Numerical expressions</w:t>
            </w:r>
          </w:p>
          <w:p w:rsidR="00A61DF1" w:rsidRPr="00C94B94" w:rsidRDefault="00A164AB" w:rsidP="00D759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59A7">
              <w:rPr>
                <w:rFonts w:cstheme="minorHAnsi"/>
                <w:sz w:val="24"/>
                <w:szCs w:val="24"/>
              </w:rPr>
              <w:t>Whole number exponents</w:t>
            </w:r>
          </w:p>
          <w:p w:rsidR="00C94B94" w:rsidRPr="00C94B94" w:rsidRDefault="00C94B94" w:rsidP="00D759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 xml:space="preserve">Base </w:t>
            </w:r>
          </w:p>
          <w:p w:rsidR="00C94B94" w:rsidRPr="00D759A7" w:rsidRDefault="00C94B94" w:rsidP="00D759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>Standard, exponential, product, power</w:t>
            </w:r>
          </w:p>
        </w:tc>
      </w:tr>
      <w:tr w:rsidR="00A61DF1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Lesson 1-3 Holt Book</w:t>
            </w:r>
          </w:p>
          <w:p w:rsidR="00413111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Disc resources</w:t>
            </w:r>
          </w:p>
          <w:p w:rsidR="006A0D79" w:rsidRPr="00F53206" w:rsidRDefault="001C409E" w:rsidP="006A0D7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hyperlink r:id="rId8" w:history="1">
              <w:r w:rsidR="006A0D79" w:rsidRPr="00786D73">
                <w:rPr>
                  <w:rStyle w:val="Hyperlink"/>
                  <w:rFonts w:asciiTheme="minorHAnsi" w:hAnsiTheme="minorHAnsi" w:cstheme="minorHAnsi"/>
                  <w:b/>
                  <w:bCs/>
                  <w:sz w:val="24"/>
                  <w:szCs w:val="24"/>
                </w:rPr>
                <w:t>Alien exponent game</w:t>
              </w:r>
            </w:hyperlink>
          </w:p>
          <w:p w:rsidR="006A0D79" w:rsidRPr="005841A6" w:rsidRDefault="006A0D7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Books 1-4 for Practice</w:t>
            </w:r>
          </w:p>
          <w:p w:rsidR="00413111" w:rsidRPr="005841A6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D85633" w:rsidRDefault="00A61DF1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A61DF1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0F85" w:rsidRDefault="00A61DF1" w:rsidP="00395FC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>1.  Make sense of problems and persevere in solving them.</w:t>
            </w:r>
          </w:p>
          <w:p w:rsidR="00A61DF1" w:rsidRPr="00864684" w:rsidRDefault="00D40F85" w:rsidP="00395FC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Reason abstractly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61DF1" w:rsidRPr="00395FC9" w:rsidRDefault="00A61DF1" w:rsidP="00395FC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95FC9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145727" w:rsidRDefault="00A61DF1" w:rsidP="00D40F85">
            <w:pPr>
              <w:pStyle w:val="ListParagraph"/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</w:t>
            </w:r>
            <w:r w:rsidR="00413111">
              <w:rPr>
                <w:rFonts w:ascii="Times New Roman" w:hAnsi="Times New Roman"/>
                <w:b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Repeated multiplication warm-up.</w:t>
            </w:r>
          </w:p>
          <w:p w:rsidR="0062411D" w:rsidRDefault="0062411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2411D" w:rsidRDefault="0062411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Five minute check.</w:t>
            </w:r>
          </w:p>
          <w:p w:rsidR="00D40F5E" w:rsidRDefault="00D40F5E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F5E" w:rsidRPr="005841A6" w:rsidRDefault="00D40F5E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Basic Multiplication Facts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A61DF1" w:rsidRPr="0028606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FE16B7" w:rsidRDefault="00413111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E16B7">
              <w:rPr>
                <w:rFonts w:ascii="Times New Roman" w:hAnsi="Times New Roman"/>
                <w:b/>
              </w:rPr>
              <w:t>Pose the</w:t>
            </w:r>
            <w:r w:rsidR="00FE16B7" w:rsidRPr="00FE16B7">
              <w:rPr>
                <w:rFonts w:ascii="Times New Roman" w:hAnsi="Times New Roman"/>
                <w:b/>
              </w:rPr>
              <w:t xml:space="preserve"> question 2³, “Can you name any parts? Do you know what this means?” </w:t>
            </w:r>
          </w:p>
          <w:p w:rsidR="00FE16B7" w:rsidRDefault="00FE16B7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E16B7">
              <w:rPr>
                <w:rFonts w:ascii="Times New Roman" w:hAnsi="Times New Roman"/>
                <w:b/>
              </w:rPr>
              <w:t>Students Write, Pair, Share</w:t>
            </w:r>
          </w:p>
          <w:p w:rsidR="0062411D" w:rsidRDefault="0062411D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2411D" w:rsidRDefault="0062411D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Check home homework</w:t>
            </w:r>
          </w:p>
          <w:p w:rsidR="0062411D" w:rsidRPr="005841A6" w:rsidRDefault="0062411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4749EC">
        <w:trPr>
          <w:trHeight w:val="1745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212B" w:rsidRPr="001E212B" w:rsidRDefault="001E212B" w:rsidP="00C072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  <w:r w:rsidRPr="001E212B">
              <w:rPr>
                <w:rFonts w:ascii="Times New Roman" w:hAnsi="Times New Roman"/>
                <w:b/>
                <w:sz w:val="28"/>
                <w:szCs w:val="20"/>
              </w:rPr>
              <w:t>Day One:</w:t>
            </w:r>
          </w:p>
          <w:p w:rsidR="001E212B" w:rsidRDefault="001E212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4C0" w:rsidRDefault="000954C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Introduce Performance Tasks.</w:t>
            </w:r>
          </w:p>
          <w:p w:rsidR="000954C0" w:rsidRDefault="000954C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16B7" w:rsidRDefault="00395FC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 Presentation as necessary depending on pre-assessment.</w:t>
            </w:r>
          </w:p>
          <w:p w:rsidR="00395FC9" w:rsidRDefault="00395FC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16B7" w:rsidRDefault="00FE16B7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Real Life: </w:t>
            </w:r>
          </w:p>
          <w:p w:rsidR="00FE16B7" w:rsidRDefault="00FE16B7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Problem solving pg. 15</w:t>
            </w:r>
            <w:r w:rsidR="004749EC">
              <w:rPr>
                <w:rFonts w:ascii="Times New Roman" w:hAnsi="Times New Roman"/>
                <w:b/>
              </w:rPr>
              <w:t xml:space="preserve"> and check verbally with students</w:t>
            </w:r>
            <w:r>
              <w:rPr>
                <w:rFonts w:ascii="Times New Roman" w:hAnsi="Times New Roman"/>
                <w:b/>
              </w:rPr>
              <w:t xml:space="preserve">. </w:t>
            </w:r>
          </w:p>
          <w:p w:rsidR="00FE16B7" w:rsidRDefault="004749EC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Life Science pg. 17 in triads, quads.</w:t>
            </w:r>
            <w:r w:rsidR="00FE16B7">
              <w:rPr>
                <w:rFonts w:ascii="Times New Roman" w:hAnsi="Times New Roman"/>
                <w:b/>
              </w:rPr>
              <w:t xml:space="preserve"> </w:t>
            </w:r>
          </w:p>
          <w:p w:rsidR="004749EC" w:rsidRDefault="004749EC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749EC" w:rsidRDefault="004749EC" w:rsidP="004749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Independent Practice </w:t>
            </w:r>
            <w:r w:rsidR="00D40F5E">
              <w:rPr>
                <w:rFonts w:ascii="Times New Roman" w:hAnsi="Times New Roman"/>
                <w:b/>
              </w:rPr>
              <w:t xml:space="preserve">Holt </w:t>
            </w:r>
            <w:r>
              <w:rPr>
                <w:rFonts w:ascii="Times New Roman" w:hAnsi="Times New Roman"/>
                <w:b/>
              </w:rPr>
              <w:t xml:space="preserve">pg. 20-21 students </w:t>
            </w:r>
          </w:p>
          <w:p w:rsidR="001E212B" w:rsidRDefault="001E212B" w:rsidP="004749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E212B" w:rsidRPr="001E212B" w:rsidRDefault="001E212B" w:rsidP="004749E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1E212B">
              <w:rPr>
                <w:rFonts w:ascii="Times New Roman" w:hAnsi="Times New Roman"/>
                <w:b/>
                <w:sz w:val="28"/>
              </w:rPr>
              <w:t>Day Two:</w:t>
            </w:r>
          </w:p>
          <w:p w:rsidR="001E212B" w:rsidRDefault="001E212B" w:rsidP="004749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E212B" w:rsidRPr="00FE16B7" w:rsidRDefault="001E212B" w:rsidP="00D40F5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Pg. 59-61 Practice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A61DF1" w:rsidRPr="0028606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4749E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Check for independent practice above. </w:t>
            </w:r>
          </w:p>
        </w:tc>
      </w:tr>
      <w:tr w:rsidR="00A61DF1" w:rsidRPr="005841A6" w:rsidTr="00C072C8">
        <w:trPr>
          <w:trHeight w:val="34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B5A" w:rsidRPr="000E5B5A" w:rsidRDefault="000E5B5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5B5A"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0E5B5A" w:rsidRPr="00C372DF" w:rsidRDefault="00C372DF" w:rsidP="00C072C8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Ticket out the D</w:t>
            </w:r>
            <w:r w:rsidR="004749EC" w:rsidRPr="00C372DF">
              <w:rPr>
                <w:rFonts w:ascii="Times New Roman" w:hAnsi="Times New Roman"/>
                <w:b/>
                <w:i/>
                <w:sz w:val="20"/>
                <w:szCs w:val="20"/>
              </w:rPr>
              <w:t>oor</w:t>
            </w:r>
          </w:p>
          <w:p w:rsidR="004749EC" w:rsidRDefault="00C372D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 will apply exponents to real life situations using Holt Example 3 pg. 15</w:t>
            </w:r>
            <w:r w:rsidR="0014572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40F5E">
              <w:rPr>
                <w:rFonts w:ascii="Times New Roman" w:hAnsi="Times New Roman"/>
                <w:b/>
                <w:sz w:val="20"/>
                <w:szCs w:val="20"/>
              </w:rPr>
              <w:t xml:space="preserve">HOLT </w:t>
            </w:r>
            <w:r w:rsidR="00145727">
              <w:rPr>
                <w:rFonts w:ascii="Times New Roman" w:hAnsi="Times New Roman"/>
                <w:b/>
                <w:sz w:val="20"/>
                <w:szCs w:val="20"/>
              </w:rPr>
              <w:t>with 3 out of 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ways correctly. </w:t>
            </w:r>
            <w:r w:rsidR="00145727">
              <w:rPr>
                <w:rFonts w:ascii="Times New Roman" w:hAnsi="Times New Roman"/>
                <w:b/>
                <w:sz w:val="20"/>
                <w:szCs w:val="20"/>
              </w:rPr>
              <w:t>Model, product, exponent, value.</w:t>
            </w:r>
          </w:p>
          <w:p w:rsidR="000E5B5A" w:rsidRDefault="000E5B5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0E5B5A" w:rsidRPr="005841A6" w:rsidRDefault="000E5B5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Pg. 62 students are graded and complete the task 80% proficiency.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4749E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Pg. 595 lesson 1-4 Glencoe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tending/Refining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4749E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Pg. 17 Life Science Link</w:t>
            </w:r>
          </w:p>
        </w:tc>
      </w:tr>
    </w:tbl>
    <w:p w:rsidR="00927757" w:rsidRDefault="001C409E"/>
    <w:sectPr w:rsidR="00927757" w:rsidSect="00A61DF1">
      <w:headerReference w:type="default" r:id="rId9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23" w:rsidRDefault="00697323" w:rsidP="00A61DF1">
      <w:pPr>
        <w:spacing w:after="0" w:line="240" w:lineRule="auto"/>
      </w:pPr>
      <w:r>
        <w:separator/>
      </w:r>
    </w:p>
  </w:endnote>
  <w:endnote w:type="continuationSeparator" w:id="0">
    <w:p w:rsidR="00697323" w:rsidRDefault="00697323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23" w:rsidRDefault="00697323" w:rsidP="00A61DF1">
      <w:pPr>
        <w:spacing w:after="0" w:line="240" w:lineRule="auto"/>
      </w:pPr>
      <w:r>
        <w:separator/>
      </w:r>
    </w:p>
  </w:footnote>
  <w:footnote w:type="continuationSeparator" w:id="0">
    <w:p w:rsidR="00697323" w:rsidRDefault="00697323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C310CF" w:rsidP="00C310CF">
    <w:pPr>
      <w:pStyle w:val="Header"/>
      <w:tabs>
        <w:tab w:val="clear" w:pos="9360"/>
        <w:tab w:val="right" w:pos="10260"/>
      </w:tabs>
    </w:pPr>
    <w:r>
      <w:t>[School Name]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 xml:space="preserve">Period/Block: </w:t>
    </w:r>
    <w:r w:rsidR="00A61DF1">
      <w:t xml:space="preserve"> 1   2   3   4</w:t>
    </w:r>
    <w:r>
      <w:t xml:space="preserve">   5   6</w:t>
    </w:r>
    <w:r w:rsidR="00A61DF1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14513"/>
    <w:multiLevelType w:val="hybridMultilevel"/>
    <w:tmpl w:val="9A2C0A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07A01"/>
    <w:multiLevelType w:val="hybridMultilevel"/>
    <w:tmpl w:val="ECB46B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1F"/>
    <w:rsid w:val="00054DE7"/>
    <w:rsid w:val="00091DE9"/>
    <w:rsid w:val="000954C0"/>
    <w:rsid w:val="000E5B5A"/>
    <w:rsid w:val="00145727"/>
    <w:rsid w:val="001C409E"/>
    <w:rsid w:val="001E212B"/>
    <w:rsid w:val="001E797A"/>
    <w:rsid w:val="001F15CB"/>
    <w:rsid w:val="00395FC9"/>
    <w:rsid w:val="003C4419"/>
    <w:rsid w:val="003C792A"/>
    <w:rsid w:val="00413111"/>
    <w:rsid w:val="00467FBA"/>
    <w:rsid w:val="004749EC"/>
    <w:rsid w:val="004D3530"/>
    <w:rsid w:val="004D52A2"/>
    <w:rsid w:val="005C7C64"/>
    <w:rsid w:val="005E0330"/>
    <w:rsid w:val="0062411D"/>
    <w:rsid w:val="006910A5"/>
    <w:rsid w:val="00697323"/>
    <w:rsid w:val="006A0D79"/>
    <w:rsid w:val="006E66EE"/>
    <w:rsid w:val="0085472F"/>
    <w:rsid w:val="008A541F"/>
    <w:rsid w:val="0091416D"/>
    <w:rsid w:val="00995AF7"/>
    <w:rsid w:val="009A4C2E"/>
    <w:rsid w:val="009D311C"/>
    <w:rsid w:val="00A164AB"/>
    <w:rsid w:val="00A61DF1"/>
    <w:rsid w:val="00BD4AD0"/>
    <w:rsid w:val="00C23428"/>
    <w:rsid w:val="00C310CF"/>
    <w:rsid w:val="00C372DF"/>
    <w:rsid w:val="00C94B94"/>
    <w:rsid w:val="00C962C3"/>
    <w:rsid w:val="00D40F5E"/>
    <w:rsid w:val="00D40F85"/>
    <w:rsid w:val="00D41DE8"/>
    <w:rsid w:val="00D44364"/>
    <w:rsid w:val="00D759A7"/>
    <w:rsid w:val="00D75F3A"/>
    <w:rsid w:val="00D76754"/>
    <w:rsid w:val="00E349DC"/>
    <w:rsid w:val="00E80BDA"/>
    <w:rsid w:val="00F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styleId="Hyperlink">
    <w:name w:val="Hyperlink"/>
    <w:basedOn w:val="DefaultParagraphFont"/>
    <w:rsid w:val="006A0D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styleId="Hyperlink">
    <w:name w:val="Hyperlink"/>
    <w:basedOn w:val="DefaultParagraphFont"/>
    <w:rsid w:val="006A0D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zschool.com/Games/Exponent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1</TotalTime>
  <Pages>2</Pages>
  <Words>302</Words>
  <Characters>1726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Lyon, Sterling S</dc:creator>
  <cp:lastModifiedBy>Phillips, Elizabeth</cp:lastModifiedBy>
  <cp:revision>2</cp:revision>
  <cp:lastPrinted>2012-07-25T18:23:00Z</cp:lastPrinted>
  <dcterms:created xsi:type="dcterms:W3CDTF">2012-07-26T15:26:00Z</dcterms:created>
  <dcterms:modified xsi:type="dcterms:W3CDTF">2012-07-26T15:26:00Z</dcterms:modified>
</cp:coreProperties>
</file>